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0A" w:rsidRPr="00FB0618" w:rsidRDefault="00FF130A" w:rsidP="00FB0618">
      <w:pPr>
        <w:widowControl w:val="0"/>
        <w:spacing w:after="0" w:line="20" w:lineRule="atLeast"/>
        <w:ind w:left="1080" w:right="117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B0618">
        <w:rPr>
          <w:rFonts w:ascii="Times New Roman" w:hAnsi="Times New Roman" w:cs="Times New Roman"/>
          <w:b/>
          <w:bCs/>
          <w:sz w:val="26"/>
          <w:szCs w:val="26"/>
        </w:rPr>
        <w:t>Справка</w:t>
      </w:r>
    </w:p>
    <w:p w:rsidR="00FF130A" w:rsidRPr="00FB0618" w:rsidRDefault="00FF130A" w:rsidP="00FB0618">
      <w:pPr>
        <w:widowControl w:val="0"/>
        <w:spacing w:after="0" w:line="20" w:lineRule="atLeast"/>
        <w:ind w:left="1080" w:right="117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B0618">
        <w:rPr>
          <w:rFonts w:ascii="Times New Roman" w:hAnsi="Times New Roman" w:cs="Times New Roman"/>
          <w:b/>
          <w:bCs/>
          <w:sz w:val="26"/>
          <w:szCs w:val="26"/>
        </w:rPr>
        <w:t>по итогам проведенного социологического опроса</w:t>
      </w:r>
    </w:p>
    <w:p w:rsidR="00FF130A" w:rsidRPr="00FB0618" w:rsidRDefault="00FF130A" w:rsidP="00FB0618">
      <w:pPr>
        <w:widowControl w:val="0"/>
        <w:spacing w:after="0" w:line="20" w:lineRule="atLeast"/>
        <w:ind w:left="1080" w:right="117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B0618">
        <w:rPr>
          <w:rFonts w:ascii="Times New Roman" w:hAnsi="Times New Roman" w:cs="Times New Roman"/>
          <w:b/>
          <w:bCs/>
          <w:sz w:val="26"/>
          <w:szCs w:val="26"/>
        </w:rPr>
        <w:t>в муниципальном бюджетном учреждении</w:t>
      </w:r>
    </w:p>
    <w:p w:rsidR="00FF130A" w:rsidRPr="00FB0618" w:rsidRDefault="00FF130A" w:rsidP="00FB0618">
      <w:pPr>
        <w:widowControl w:val="0"/>
        <w:spacing w:after="0" w:line="20" w:lineRule="atLeast"/>
        <w:ind w:left="1080" w:right="117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МБОУ ДОД Детская школа искусств</w:t>
      </w:r>
    </w:p>
    <w:p w:rsidR="00FF130A" w:rsidRPr="00FB0618" w:rsidRDefault="00FF130A" w:rsidP="00FB0618">
      <w:pPr>
        <w:widowControl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130A" w:rsidRPr="00FB0618" w:rsidRDefault="00FF130A" w:rsidP="00FB0618">
      <w:pPr>
        <w:widowControl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B0618">
        <w:rPr>
          <w:rFonts w:ascii="Times New Roman" w:hAnsi="Times New Roman" w:cs="Times New Roman"/>
          <w:sz w:val="26"/>
          <w:szCs w:val="26"/>
        </w:rPr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 с целью изучения мнения населения Дальнереченского городского округа о качестве оказания услуг в сфере деятельности культуры, Муниципальным бюджетным образовательным учреждением дополнительного образования детей «Детская школа искусств» в апреле проводилось анкетирование среди данного населения. </w:t>
      </w:r>
      <w:r w:rsidRPr="00FB0618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В анкетировании приняли участие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73 </w:t>
      </w:r>
      <w:r w:rsidRPr="00FB0618">
        <w:rPr>
          <w:rFonts w:ascii="Times New Roman" w:hAnsi="Times New Roman" w:cs="Times New Roman"/>
          <w:b/>
          <w:bCs/>
          <w:i/>
          <w:iCs/>
          <w:sz w:val="26"/>
          <w:szCs w:val="26"/>
        </w:rPr>
        <w:t>человек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а</w:t>
      </w:r>
      <w:r w:rsidRPr="00FB0618">
        <w:rPr>
          <w:rFonts w:ascii="Times New Roman" w:hAnsi="Times New Roman" w:cs="Times New Roman"/>
          <w:sz w:val="26"/>
          <w:szCs w:val="26"/>
        </w:rPr>
        <w:t xml:space="preserve"> различных профессий, возрастов и пола. Анкетирование проводилось среди посетителей Муниципального бюджетного образовательного учреждения дополнительного образования детей «Детская школа искусств» и среди жителей Дальнереченского городского округа. Результат обследования показал, что 95% населения Дальнереченского городского округа полностью удовлетворены качеством преподавания в ДШИ, 0% респондентов частично удовлетворены качеством муниципальных услуг, 0% затруднились с ответом на данный вопрос.</w:t>
      </w:r>
    </w:p>
    <w:p w:rsidR="00FF130A" w:rsidRPr="00FB0618" w:rsidRDefault="00FF130A" w:rsidP="00FB0618">
      <w:pPr>
        <w:widowControl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B0618">
        <w:rPr>
          <w:rFonts w:ascii="Times New Roman" w:hAnsi="Times New Roman" w:cs="Times New Roman"/>
          <w:sz w:val="26"/>
          <w:szCs w:val="26"/>
        </w:rPr>
        <w:t>Оценка эффективности деятельности учреждений культуры населением Дальнереченского городского округа приведена ниже в виде свода по анкетам.</w:t>
      </w:r>
    </w:p>
    <w:p w:rsidR="00FF130A" w:rsidRPr="00FB0618" w:rsidRDefault="00FF130A" w:rsidP="00FB0618">
      <w:pPr>
        <w:widowControl w:val="0"/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08"/>
        <w:gridCol w:w="2700"/>
        <w:gridCol w:w="1620"/>
      </w:tblGrid>
      <w:tr w:rsidR="00FF130A" w:rsidRPr="00FB0618">
        <w:trPr>
          <w:trHeight w:val="70"/>
        </w:trPr>
        <w:tc>
          <w:tcPr>
            <w:tcW w:w="5508" w:type="dxa"/>
            <w:vMerge w:val="restart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Вопрос</w:t>
            </w:r>
          </w:p>
        </w:tc>
        <w:tc>
          <w:tcPr>
            <w:tcW w:w="270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Число респондентов</w:t>
            </w:r>
          </w:p>
        </w:tc>
        <w:tc>
          <w:tcPr>
            <w:tcW w:w="162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F130A" w:rsidRPr="00FB0618">
        <w:trPr>
          <w:trHeight w:val="70"/>
        </w:trPr>
        <w:tc>
          <w:tcPr>
            <w:tcW w:w="5508" w:type="dxa"/>
            <w:vMerge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0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73 чел.</w:t>
            </w:r>
          </w:p>
        </w:tc>
        <w:tc>
          <w:tcPr>
            <w:tcW w:w="162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100 %</w:t>
            </w:r>
          </w:p>
        </w:tc>
      </w:tr>
      <w:tr w:rsidR="00FF130A" w:rsidRPr="00FB0618">
        <w:tc>
          <w:tcPr>
            <w:tcW w:w="5508" w:type="dxa"/>
          </w:tcPr>
          <w:p w:rsidR="00FF130A" w:rsidRPr="00FB0618" w:rsidRDefault="00FF130A" w:rsidP="00FB0618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  <w:bCs/>
                <w:sz w:val="26"/>
                <w:szCs w:val="26"/>
              </w:rPr>
            </w:pPr>
            <w:r w:rsidRPr="00FB0618">
              <w:rPr>
                <w:b/>
                <w:bCs/>
                <w:sz w:val="26"/>
                <w:szCs w:val="26"/>
              </w:rPr>
              <w:t>Удовлетворяет ли Вас состояние школьных помещений ДШИ?</w:t>
            </w:r>
          </w:p>
          <w:p w:rsidR="00FF130A" w:rsidRPr="00FB0618" w:rsidRDefault="00FF130A" w:rsidP="00FB06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а) да</w:t>
            </w:r>
          </w:p>
          <w:p w:rsidR="00FF130A" w:rsidRPr="00FB0618" w:rsidRDefault="00FF130A" w:rsidP="00FB06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 xml:space="preserve">б) нет </w:t>
            </w:r>
          </w:p>
          <w:p w:rsidR="00FF130A" w:rsidRPr="00FB0618" w:rsidRDefault="00FF130A" w:rsidP="00FB06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 xml:space="preserve">в) затрудняюсь ответить </w:t>
            </w:r>
          </w:p>
          <w:p w:rsidR="00FF130A" w:rsidRPr="00FB0618" w:rsidRDefault="00FF130A" w:rsidP="00FB06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г) другое (написать свой вариант)</w:t>
            </w:r>
          </w:p>
        </w:tc>
        <w:tc>
          <w:tcPr>
            <w:tcW w:w="270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2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,8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 xml:space="preserve"> 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,8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,2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,2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FF130A" w:rsidRPr="00FB0618">
        <w:trPr>
          <w:trHeight w:val="871"/>
        </w:trPr>
        <w:tc>
          <w:tcPr>
            <w:tcW w:w="5508" w:type="dxa"/>
          </w:tcPr>
          <w:p w:rsidR="00FF130A" w:rsidRPr="00FB0618" w:rsidRDefault="00FF130A" w:rsidP="00FB0618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Устраивает ли Вас оформление учебных классов ДШИ?</w:t>
            </w:r>
          </w:p>
          <w:p w:rsidR="00FF130A" w:rsidRPr="00FB0618" w:rsidRDefault="00FF130A" w:rsidP="00FB06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а) да</w:t>
            </w:r>
          </w:p>
          <w:p w:rsidR="00FF130A" w:rsidRPr="00FB0618" w:rsidRDefault="00FF130A" w:rsidP="00FB06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 xml:space="preserve">б) нет </w:t>
            </w:r>
          </w:p>
          <w:p w:rsidR="00FF130A" w:rsidRPr="00FB0618" w:rsidRDefault="00FF130A" w:rsidP="00FB06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 xml:space="preserve">в) затрудняюсь ответить </w:t>
            </w:r>
          </w:p>
          <w:p w:rsidR="00FF130A" w:rsidRPr="00FB0618" w:rsidRDefault="00FF130A" w:rsidP="00FB06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г) другое (написать свой вариант)</w:t>
            </w:r>
          </w:p>
        </w:tc>
        <w:tc>
          <w:tcPr>
            <w:tcW w:w="270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2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,2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,1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FF130A" w:rsidRPr="00FB0618">
        <w:tc>
          <w:tcPr>
            <w:tcW w:w="5508" w:type="dxa"/>
          </w:tcPr>
          <w:p w:rsidR="00FF130A" w:rsidRPr="00FB0618" w:rsidRDefault="00FF130A" w:rsidP="00FB0618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  <w:bCs/>
                <w:sz w:val="26"/>
                <w:szCs w:val="26"/>
              </w:rPr>
            </w:pPr>
            <w:r w:rsidRPr="00FB0618">
              <w:rPr>
                <w:b/>
                <w:bCs/>
                <w:sz w:val="26"/>
                <w:szCs w:val="26"/>
              </w:rPr>
              <w:t>Удовлетворяет ли Вас материально-техническое обеспечение ДШИ?</w:t>
            </w:r>
          </w:p>
          <w:p w:rsidR="00FF130A" w:rsidRPr="00FB0618" w:rsidRDefault="00FF130A" w:rsidP="00FB061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а) да</w:t>
            </w:r>
          </w:p>
          <w:p w:rsidR="00FF130A" w:rsidRPr="00FB0618" w:rsidRDefault="00FF130A" w:rsidP="00FB061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 xml:space="preserve">б) нет </w:t>
            </w:r>
          </w:p>
          <w:p w:rsidR="00FF130A" w:rsidRPr="00FB0618" w:rsidRDefault="00FF130A" w:rsidP="00FB061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 xml:space="preserve">в) затрудняюсь ответить 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г) другое (написать свой вариант)</w:t>
            </w:r>
          </w:p>
        </w:tc>
        <w:tc>
          <w:tcPr>
            <w:tcW w:w="270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,3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26%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F130A" w:rsidRPr="00FB0618">
        <w:tc>
          <w:tcPr>
            <w:tcW w:w="5508" w:type="dxa"/>
          </w:tcPr>
          <w:p w:rsidR="00FF130A" w:rsidRPr="00FB0618" w:rsidRDefault="00FF130A" w:rsidP="00FB0618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  <w:bCs/>
                <w:sz w:val="26"/>
                <w:szCs w:val="26"/>
              </w:rPr>
            </w:pPr>
            <w:r w:rsidRPr="00FB0618">
              <w:rPr>
                <w:b/>
                <w:bCs/>
                <w:sz w:val="26"/>
                <w:szCs w:val="26"/>
              </w:rPr>
              <w:t>Устраивает ли Вас качество преподавания предметов в ДШИ?</w:t>
            </w:r>
          </w:p>
          <w:p w:rsidR="00FF130A" w:rsidRPr="00FB0618" w:rsidRDefault="00FF130A" w:rsidP="00FB061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а) да</w:t>
            </w:r>
          </w:p>
          <w:p w:rsidR="00FF130A" w:rsidRPr="00FB0618" w:rsidRDefault="00FF130A" w:rsidP="00FB061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 xml:space="preserve">б) нет </w:t>
            </w:r>
          </w:p>
          <w:p w:rsidR="00FF130A" w:rsidRPr="00FB0618" w:rsidRDefault="00FF130A" w:rsidP="00FB061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 xml:space="preserve">в) затрудняюсь ответить 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г) другое (написать свой вариант)</w:t>
            </w:r>
          </w:p>
        </w:tc>
        <w:tc>
          <w:tcPr>
            <w:tcW w:w="270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2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FF130A" w:rsidRPr="00FB0618">
        <w:tc>
          <w:tcPr>
            <w:tcW w:w="5508" w:type="dxa"/>
          </w:tcPr>
          <w:p w:rsidR="00FF130A" w:rsidRPr="00FB0618" w:rsidRDefault="00FF130A" w:rsidP="00FB0618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  <w:bCs/>
                <w:sz w:val="26"/>
                <w:szCs w:val="26"/>
              </w:rPr>
            </w:pPr>
            <w:r w:rsidRPr="00FB0618">
              <w:rPr>
                <w:b/>
                <w:bCs/>
                <w:sz w:val="26"/>
                <w:szCs w:val="26"/>
              </w:rPr>
              <w:t>Каковы Ваши отношения с преподавателями ДШИ?</w:t>
            </w:r>
          </w:p>
          <w:p w:rsidR="00FF130A" w:rsidRPr="00FB0618" w:rsidRDefault="00FF130A" w:rsidP="00FB0618">
            <w:pPr>
              <w:pStyle w:val="ListParagraph"/>
              <w:ind w:left="0"/>
              <w:rPr>
                <w:sz w:val="26"/>
                <w:szCs w:val="26"/>
              </w:rPr>
            </w:pPr>
            <w:r w:rsidRPr="00FB0618">
              <w:rPr>
                <w:sz w:val="26"/>
                <w:szCs w:val="26"/>
              </w:rPr>
              <w:t>а) хорошие</w:t>
            </w:r>
          </w:p>
          <w:p w:rsidR="00FF130A" w:rsidRPr="00FB0618" w:rsidRDefault="00FF130A" w:rsidP="00FB0618">
            <w:pPr>
              <w:pStyle w:val="ListParagraph"/>
              <w:ind w:left="0"/>
              <w:rPr>
                <w:sz w:val="26"/>
                <w:szCs w:val="26"/>
              </w:rPr>
            </w:pPr>
            <w:r w:rsidRPr="00FB0618">
              <w:rPr>
                <w:sz w:val="26"/>
                <w:szCs w:val="26"/>
              </w:rPr>
              <w:t>б) удовлетворительные</w:t>
            </w:r>
          </w:p>
          <w:p w:rsidR="00FF130A" w:rsidRPr="00FB0618" w:rsidRDefault="00FF130A" w:rsidP="00FB0618">
            <w:pPr>
              <w:pStyle w:val="ListParagraph"/>
              <w:ind w:left="0"/>
              <w:rPr>
                <w:sz w:val="26"/>
                <w:szCs w:val="26"/>
              </w:rPr>
            </w:pPr>
            <w:r w:rsidRPr="00FB0618">
              <w:rPr>
                <w:sz w:val="26"/>
                <w:szCs w:val="26"/>
              </w:rPr>
              <w:t xml:space="preserve">в) плохие </w:t>
            </w:r>
          </w:p>
          <w:p w:rsidR="00FF130A" w:rsidRPr="00FB0618" w:rsidRDefault="00FF130A" w:rsidP="00FB0618">
            <w:pPr>
              <w:pStyle w:val="ListParagraph"/>
              <w:ind w:left="0"/>
              <w:rPr>
                <w:sz w:val="26"/>
                <w:szCs w:val="26"/>
              </w:rPr>
            </w:pPr>
            <w:r w:rsidRPr="00FB0618">
              <w:rPr>
                <w:sz w:val="26"/>
                <w:szCs w:val="26"/>
              </w:rPr>
              <w:t>г) затрудняюсь ответить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д) другое (написать свой вариант)</w:t>
            </w:r>
          </w:p>
        </w:tc>
        <w:tc>
          <w:tcPr>
            <w:tcW w:w="270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,1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,9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F130A" w:rsidRPr="00FB0618">
        <w:tc>
          <w:tcPr>
            <w:tcW w:w="5508" w:type="dxa"/>
          </w:tcPr>
          <w:p w:rsidR="00FF130A" w:rsidRPr="00FB0618" w:rsidRDefault="00FF130A" w:rsidP="00FB0618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  <w:bCs/>
                <w:sz w:val="26"/>
                <w:szCs w:val="26"/>
              </w:rPr>
            </w:pPr>
            <w:r w:rsidRPr="00FB0618">
              <w:rPr>
                <w:b/>
                <w:bCs/>
                <w:sz w:val="26"/>
                <w:szCs w:val="26"/>
              </w:rPr>
              <w:t>Каковы отношения Вашего ребенка с преподавателями ДШИ?</w:t>
            </w:r>
          </w:p>
          <w:p w:rsidR="00FF130A" w:rsidRPr="00FB0618" w:rsidRDefault="00FF130A" w:rsidP="00FB0618">
            <w:pPr>
              <w:pStyle w:val="ListParagraph"/>
              <w:ind w:left="0"/>
              <w:rPr>
                <w:sz w:val="26"/>
                <w:szCs w:val="26"/>
              </w:rPr>
            </w:pPr>
            <w:r w:rsidRPr="00FB0618">
              <w:rPr>
                <w:sz w:val="26"/>
                <w:szCs w:val="26"/>
              </w:rPr>
              <w:t>а) хорошие</w:t>
            </w:r>
          </w:p>
          <w:p w:rsidR="00FF130A" w:rsidRPr="00FB0618" w:rsidRDefault="00FF130A" w:rsidP="00FB0618">
            <w:pPr>
              <w:pStyle w:val="ListParagraph"/>
              <w:ind w:left="0"/>
              <w:rPr>
                <w:sz w:val="26"/>
                <w:szCs w:val="26"/>
              </w:rPr>
            </w:pPr>
            <w:r w:rsidRPr="00FB0618">
              <w:rPr>
                <w:sz w:val="26"/>
                <w:szCs w:val="26"/>
              </w:rPr>
              <w:t>б) удовлетворительные</w:t>
            </w:r>
          </w:p>
          <w:p w:rsidR="00FF130A" w:rsidRPr="00FB0618" w:rsidRDefault="00FF130A" w:rsidP="00FB0618">
            <w:pPr>
              <w:pStyle w:val="ListParagraph"/>
              <w:ind w:left="0"/>
              <w:rPr>
                <w:sz w:val="26"/>
                <w:szCs w:val="26"/>
              </w:rPr>
            </w:pPr>
            <w:r w:rsidRPr="00FB0618">
              <w:rPr>
                <w:sz w:val="26"/>
                <w:szCs w:val="26"/>
              </w:rPr>
              <w:t xml:space="preserve">в) плохие </w:t>
            </w:r>
          </w:p>
          <w:p w:rsidR="00FF130A" w:rsidRPr="00FB0618" w:rsidRDefault="00FF130A" w:rsidP="00FB0618">
            <w:pPr>
              <w:pStyle w:val="ListParagraph"/>
              <w:ind w:left="0"/>
              <w:rPr>
                <w:sz w:val="26"/>
                <w:szCs w:val="26"/>
              </w:rPr>
            </w:pPr>
            <w:r w:rsidRPr="00FB0618">
              <w:rPr>
                <w:sz w:val="26"/>
                <w:szCs w:val="26"/>
              </w:rPr>
              <w:t>г) затрудняюсь ответить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д) другое (написать свой вариант)</w:t>
            </w:r>
          </w:p>
        </w:tc>
        <w:tc>
          <w:tcPr>
            <w:tcW w:w="270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5,9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,1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F130A" w:rsidRPr="00FB0618">
        <w:tc>
          <w:tcPr>
            <w:tcW w:w="5508" w:type="dxa"/>
          </w:tcPr>
          <w:p w:rsidR="00FF130A" w:rsidRPr="00FB0618" w:rsidRDefault="00FF130A" w:rsidP="00FB0618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  <w:bCs/>
                <w:sz w:val="26"/>
                <w:szCs w:val="26"/>
              </w:rPr>
            </w:pPr>
            <w:r w:rsidRPr="00FB0618">
              <w:rPr>
                <w:b/>
                <w:bCs/>
                <w:sz w:val="26"/>
                <w:szCs w:val="26"/>
              </w:rPr>
              <w:t>Каково отношение Вашего ребенка к школе в целом?</w:t>
            </w:r>
          </w:p>
          <w:p w:rsidR="00FF130A" w:rsidRPr="00FB0618" w:rsidRDefault="00FF130A" w:rsidP="00FB0618">
            <w:pPr>
              <w:pStyle w:val="ListParagraph"/>
              <w:ind w:left="0"/>
              <w:rPr>
                <w:sz w:val="26"/>
                <w:szCs w:val="26"/>
              </w:rPr>
            </w:pPr>
            <w:r w:rsidRPr="00FB0618">
              <w:rPr>
                <w:sz w:val="26"/>
                <w:szCs w:val="26"/>
              </w:rPr>
              <w:t>а) хорошее</w:t>
            </w:r>
          </w:p>
          <w:p w:rsidR="00FF130A" w:rsidRPr="00FB0618" w:rsidRDefault="00FF130A" w:rsidP="00FB0618">
            <w:pPr>
              <w:pStyle w:val="ListParagraph"/>
              <w:ind w:left="0"/>
              <w:rPr>
                <w:sz w:val="26"/>
                <w:szCs w:val="26"/>
              </w:rPr>
            </w:pPr>
            <w:r w:rsidRPr="00FB0618">
              <w:rPr>
                <w:sz w:val="26"/>
                <w:szCs w:val="26"/>
              </w:rPr>
              <w:t>б) удовлетворительное</w:t>
            </w:r>
          </w:p>
          <w:p w:rsidR="00FF130A" w:rsidRPr="00FB0618" w:rsidRDefault="00FF130A" w:rsidP="00FB0618">
            <w:pPr>
              <w:pStyle w:val="ListParagraph"/>
              <w:ind w:left="0"/>
              <w:rPr>
                <w:sz w:val="26"/>
                <w:szCs w:val="26"/>
              </w:rPr>
            </w:pPr>
            <w:r w:rsidRPr="00FB0618">
              <w:rPr>
                <w:sz w:val="26"/>
                <w:szCs w:val="26"/>
              </w:rPr>
              <w:t xml:space="preserve">в) плохое </w:t>
            </w:r>
          </w:p>
          <w:p w:rsidR="00FF130A" w:rsidRPr="00FB0618" w:rsidRDefault="00FF130A" w:rsidP="00FB0618">
            <w:pPr>
              <w:pStyle w:val="ListParagraph"/>
              <w:ind w:left="0"/>
              <w:rPr>
                <w:sz w:val="26"/>
                <w:szCs w:val="26"/>
              </w:rPr>
            </w:pPr>
            <w:r w:rsidRPr="00FB0618">
              <w:rPr>
                <w:sz w:val="26"/>
                <w:szCs w:val="26"/>
              </w:rPr>
              <w:t>г) затрудняюсь ответить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д) другое (написать свой вариант)</w:t>
            </w:r>
          </w:p>
        </w:tc>
        <w:tc>
          <w:tcPr>
            <w:tcW w:w="270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87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F130A" w:rsidRPr="00FB0618">
        <w:tc>
          <w:tcPr>
            <w:tcW w:w="5508" w:type="dxa"/>
          </w:tcPr>
          <w:p w:rsidR="00FF130A" w:rsidRPr="00FB0618" w:rsidRDefault="00FF130A" w:rsidP="00FB0618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sz w:val="26"/>
                <w:szCs w:val="26"/>
              </w:rPr>
            </w:pPr>
            <w:r w:rsidRPr="00FB0618">
              <w:rPr>
                <w:b/>
                <w:bCs/>
                <w:sz w:val="26"/>
                <w:szCs w:val="26"/>
              </w:rPr>
              <w:t>Устаивает ли вас количество предложенных предметов для изучения в ДШИ?</w:t>
            </w:r>
          </w:p>
          <w:p w:rsidR="00FF130A" w:rsidRPr="00FB0618" w:rsidRDefault="00FF130A" w:rsidP="00FB0618">
            <w:pPr>
              <w:pStyle w:val="ListParagraph"/>
              <w:ind w:left="0"/>
              <w:rPr>
                <w:sz w:val="26"/>
                <w:szCs w:val="26"/>
              </w:rPr>
            </w:pPr>
            <w:r w:rsidRPr="00FB0618">
              <w:rPr>
                <w:sz w:val="26"/>
                <w:szCs w:val="26"/>
              </w:rPr>
              <w:t xml:space="preserve">а) да </w:t>
            </w:r>
          </w:p>
          <w:p w:rsidR="00FF130A" w:rsidRPr="00FB0618" w:rsidRDefault="00FF130A" w:rsidP="00FB0618">
            <w:pPr>
              <w:pStyle w:val="ListParagraph"/>
              <w:ind w:left="0"/>
              <w:rPr>
                <w:sz w:val="26"/>
                <w:szCs w:val="26"/>
              </w:rPr>
            </w:pPr>
            <w:r w:rsidRPr="00FB0618">
              <w:rPr>
                <w:sz w:val="26"/>
                <w:szCs w:val="26"/>
              </w:rPr>
              <w:t>б) нет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в) другое (написать свой вариант)</w:t>
            </w:r>
          </w:p>
        </w:tc>
        <w:tc>
          <w:tcPr>
            <w:tcW w:w="270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2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4,9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,3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,8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FF130A" w:rsidRPr="00FB0618">
        <w:trPr>
          <w:trHeight w:val="1462"/>
        </w:trPr>
        <w:tc>
          <w:tcPr>
            <w:tcW w:w="5508" w:type="dxa"/>
          </w:tcPr>
          <w:p w:rsidR="00FF130A" w:rsidRPr="00FB0618" w:rsidRDefault="00FF130A" w:rsidP="00FB0618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  <w:bCs/>
                <w:sz w:val="26"/>
                <w:szCs w:val="26"/>
              </w:rPr>
            </w:pPr>
            <w:r w:rsidRPr="00FB0618">
              <w:rPr>
                <w:b/>
                <w:bCs/>
                <w:sz w:val="26"/>
                <w:szCs w:val="26"/>
              </w:rPr>
              <w:t>Устраивает ли Вас компетентность, уровень профессионализма преподавателей ДШИ?</w:t>
            </w:r>
          </w:p>
          <w:p w:rsidR="00FF130A" w:rsidRPr="00FB0618" w:rsidRDefault="00FF130A" w:rsidP="00FB0618">
            <w:pPr>
              <w:pStyle w:val="ListParagraph"/>
              <w:ind w:left="0"/>
              <w:rPr>
                <w:sz w:val="26"/>
                <w:szCs w:val="26"/>
              </w:rPr>
            </w:pPr>
            <w:r w:rsidRPr="00FB0618">
              <w:rPr>
                <w:sz w:val="26"/>
                <w:szCs w:val="26"/>
              </w:rPr>
              <w:t>а) да</w:t>
            </w:r>
          </w:p>
          <w:p w:rsidR="00FF130A" w:rsidRPr="00FB0618" w:rsidRDefault="00FF130A" w:rsidP="00FB0618">
            <w:pPr>
              <w:pStyle w:val="ListParagraph"/>
              <w:ind w:left="0"/>
              <w:rPr>
                <w:sz w:val="26"/>
                <w:szCs w:val="26"/>
              </w:rPr>
            </w:pPr>
            <w:r w:rsidRPr="00FB0618">
              <w:rPr>
                <w:sz w:val="26"/>
                <w:szCs w:val="26"/>
              </w:rPr>
              <w:t>б) нет</w:t>
            </w:r>
          </w:p>
          <w:p w:rsidR="00FF130A" w:rsidRPr="00FB0618" w:rsidRDefault="00FF130A" w:rsidP="00FB0618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в) другое (написать свой вариант)</w:t>
            </w:r>
          </w:p>
        </w:tc>
        <w:tc>
          <w:tcPr>
            <w:tcW w:w="270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FF130A" w:rsidRPr="00FB0618">
        <w:tc>
          <w:tcPr>
            <w:tcW w:w="5508" w:type="dxa"/>
          </w:tcPr>
          <w:p w:rsidR="00FF130A" w:rsidRPr="00FB0618" w:rsidRDefault="00FF130A" w:rsidP="00FB0618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  <w:bCs/>
                <w:sz w:val="26"/>
                <w:szCs w:val="26"/>
              </w:rPr>
            </w:pPr>
            <w:r w:rsidRPr="00FB0618">
              <w:rPr>
                <w:b/>
                <w:bCs/>
                <w:sz w:val="26"/>
                <w:szCs w:val="26"/>
              </w:rPr>
              <w:t>Удовлетворяет ли Вас расположение (территориальная доступность, размещение) МБОУ ДОД «Детская школа искусств»?</w:t>
            </w:r>
          </w:p>
          <w:p w:rsidR="00FF130A" w:rsidRPr="00FB0618" w:rsidRDefault="00FF130A" w:rsidP="00FB061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а) да</w:t>
            </w:r>
          </w:p>
          <w:p w:rsidR="00FF130A" w:rsidRPr="00FB0618" w:rsidRDefault="00FF130A" w:rsidP="00FB061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 xml:space="preserve">б) нет </w:t>
            </w:r>
          </w:p>
          <w:p w:rsidR="00FF130A" w:rsidRPr="00FB0618" w:rsidRDefault="00FF130A" w:rsidP="00FB061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 xml:space="preserve">в) затрудняюсь ответить </w:t>
            </w:r>
          </w:p>
          <w:p w:rsidR="00FF130A" w:rsidRPr="00FB0618" w:rsidRDefault="00FF130A" w:rsidP="00FB0618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г) другое (написать свой вариант)</w:t>
            </w:r>
          </w:p>
        </w:tc>
        <w:tc>
          <w:tcPr>
            <w:tcW w:w="270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,3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,85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,85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F130A" w:rsidRPr="00FB0618">
        <w:tc>
          <w:tcPr>
            <w:tcW w:w="5508" w:type="dxa"/>
          </w:tcPr>
          <w:p w:rsidR="00FF130A" w:rsidRPr="00FB0618" w:rsidRDefault="00FF130A" w:rsidP="00FB0618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  <w:bCs/>
                <w:sz w:val="26"/>
                <w:szCs w:val="26"/>
              </w:rPr>
            </w:pPr>
            <w:r w:rsidRPr="00FB0618">
              <w:rPr>
                <w:b/>
                <w:bCs/>
                <w:sz w:val="26"/>
                <w:szCs w:val="26"/>
              </w:rPr>
              <w:t>Удовлетворяет ли Вас график работы МБОУ ДОД «Детская школа искусств»?</w:t>
            </w:r>
          </w:p>
          <w:p w:rsidR="00FF130A" w:rsidRPr="00FB0618" w:rsidRDefault="00FF130A" w:rsidP="00FB06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а) да</w:t>
            </w:r>
          </w:p>
          <w:p w:rsidR="00FF130A" w:rsidRPr="00FB0618" w:rsidRDefault="00FF130A" w:rsidP="00FB06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 xml:space="preserve">б) нет </w:t>
            </w:r>
          </w:p>
          <w:p w:rsidR="00FF130A" w:rsidRPr="00FB0618" w:rsidRDefault="00FF130A" w:rsidP="00FB06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 xml:space="preserve">в) затрудняюсь ответить </w:t>
            </w:r>
          </w:p>
          <w:p w:rsidR="00FF130A" w:rsidRPr="00FB0618" w:rsidRDefault="00FF130A" w:rsidP="00FB06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г) другое (написать свой вариант)</w:t>
            </w:r>
          </w:p>
        </w:tc>
        <w:tc>
          <w:tcPr>
            <w:tcW w:w="270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,2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,5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F130A" w:rsidRPr="00FB0618">
        <w:tc>
          <w:tcPr>
            <w:tcW w:w="5508" w:type="dxa"/>
          </w:tcPr>
          <w:p w:rsidR="00FF130A" w:rsidRPr="00FB0618" w:rsidRDefault="00FF130A" w:rsidP="00FB0618">
            <w:pPr>
              <w:pStyle w:val="ListParagraph"/>
              <w:numPr>
                <w:ilvl w:val="0"/>
                <w:numId w:val="1"/>
              </w:numPr>
              <w:ind w:left="284" w:hanging="295"/>
              <w:rPr>
                <w:b/>
                <w:bCs/>
                <w:sz w:val="26"/>
                <w:szCs w:val="26"/>
              </w:rPr>
            </w:pPr>
            <w:r w:rsidRPr="00FB0618">
              <w:rPr>
                <w:b/>
                <w:bCs/>
                <w:sz w:val="26"/>
                <w:szCs w:val="26"/>
              </w:rPr>
              <w:t>Ваш пол</w:t>
            </w:r>
          </w:p>
          <w:p w:rsidR="00FF130A" w:rsidRPr="00FB0618" w:rsidRDefault="00FF130A" w:rsidP="00FB061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а) мужской</w:t>
            </w:r>
          </w:p>
          <w:p w:rsidR="00FF130A" w:rsidRPr="00FB0618" w:rsidRDefault="00FF130A" w:rsidP="00FB061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б) женский</w:t>
            </w:r>
          </w:p>
        </w:tc>
        <w:tc>
          <w:tcPr>
            <w:tcW w:w="270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162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89%</w:t>
            </w:r>
          </w:p>
        </w:tc>
      </w:tr>
      <w:tr w:rsidR="00FF130A" w:rsidRPr="00FB0618">
        <w:tc>
          <w:tcPr>
            <w:tcW w:w="5508" w:type="dxa"/>
          </w:tcPr>
          <w:p w:rsidR="00FF130A" w:rsidRPr="00FB0618" w:rsidRDefault="00FF130A" w:rsidP="00FB0618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  <w:bCs/>
                <w:sz w:val="26"/>
                <w:szCs w:val="26"/>
              </w:rPr>
            </w:pPr>
            <w:r w:rsidRPr="00FB0618">
              <w:rPr>
                <w:b/>
                <w:bCs/>
                <w:sz w:val="26"/>
                <w:szCs w:val="26"/>
              </w:rPr>
              <w:t>Ваш возраст</w:t>
            </w:r>
          </w:p>
          <w:p w:rsidR="00FF130A" w:rsidRPr="00FB0618" w:rsidRDefault="00FF130A" w:rsidP="00FB06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а) 18-29 лет</w:t>
            </w:r>
          </w:p>
          <w:p w:rsidR="00FF130A" w:rsidRPr="00FB0618" w:rsidRDefault="00FF130A" w:rsidP="00FB06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б) 30-49 лет</w:t>
            </w:r>
          </w:p>
          <w:p w:rsidR="00FF130A" w:rsidRPr="00FB0618" w:rsidRDefault="00FF130A" w:rsidP="00FB06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в) 50-49 лет</w:t>
            </w:r>
          </w:p>
          <w:p w:rsidR="00FF130A" w:rsidRPr="00FB0618" w:rsidRDefault="00FF130A" w:rsidP="00FB061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г) старше 60 лет</w:t>
            </w:r>
          </w:p>
        </w:tc>
        <w:tc>
          <w:tcPr>
            <w:tcW w:w="270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2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87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,5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,1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FF130A" w:rsidRPr="00FB0618">
        <w:tc>
          <w:tcPr>
            <w:tcW w:w="5508" w:type="dxa"/>
          </w:tcPr>
          <w:p w:rsidR="00FF130A" w:rsidRPr="00FB0618" w:rsidRDefault="00FF130A" w:rsidP="00FB0618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  <w:bCs/>
                <w:sz w:val="26"/>
                <w:szCs w:val="26"/>
              </w:rPr>
            </w:pPr>
            <w:r w:rsidRPr="00FB0618">
              <w:rPr>
                <w:b/>
                <w:bCs/>
                <w:sz w:val="26"/>
                <w:szCs w:val="26"/>
              </w:rPr>
              <w:t xml:space="preserve">Ваше образование </w:t>
            </w:r>
          </w:p>
          <w:p w:rsidR="00FF130A" w:rsidRPr="00FB0618" w:rsidRDefault="00FF130A" w:rsidP="00FB061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а) неполное среднее</w:t>
            </w:r>
          </w:p>
          <w:p w:rsidR="00FF130A" w:rsidRPr="00FB0618" w:rsidRDefault="00FF130A" w:rsidP="00FB061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б) среднее (школа, ПТУ)</w:t>
            </w:r>
          </w:p>
          <w:p w:rsidR="00FF130A" w:rsidRPr="00FB0618" w:rsidRDefault="00FF130A" w:rsidP="00FB061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 xml:space="preserve">в) среднее-специальное (техникум) </w:t>
            </w:r>
          </w:p>
          <w:p w:rsidR="00FF130A" w:rsidRPr="00FB0618" w:rsidRDefault="00FF130A" w:rsidP="00FB061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г) незаконченное высшее</w:t>
            </w:r>
          </w:p>
          <w:p w:rsidR="00FF130A" w:rsidRPr="00FB0618" w:rsidRDefault="00FF130A" w:rsidP="00FB061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д) высшее</w:t>
            </w:r>
          </w:p>
        </w:tc>
        <w:tc>
          <w:tcPr>
            <w:tcW w:w="270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620" w:type="dxa"/>
          </w:tcPr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,2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,9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,2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F130A" w:rsidRPr="00FB0618" w:rsidRDefault="00FF130A" w:rsidP="00FB0618">
            <w:pPr>
              <w:widowControl w:val="0"/>
              <w:spacing w:after="0" w:line="2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 w:rsidRPr="00FB061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</w:tbl>
    <w:p w:rsidR="00FF130A" w:rsidRPr="00FB0618" w:rsidRDefault="00FF130A" w:rsidP="00FB0618">
      <w:pPr>
        <w:widowControl w:val="0"/>
        <w:spacing w:after="0" w:line="2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FF130A" w:rsidRPr="00FB0618" w:rsidRDefault="00FF130A" w:rsidP="00FB0618">
      <w:pPr>
        <w:widowControl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B0618">
        <w:rPr>
          <w:rFonts w:ascii="Times New Roman" w:hAnsi="Times New Roman" w:cs="Times New Roman"/>
          <w:sz w:val="26"/>
          <w:szCs w:val="26"/>
        </w:rPr>
        <w:t>В целом респондентами проставлена хорошая оценка работы Муниципального бюджетного образовательного учреждения дополнительного образования детей «Детская школа искусств», что выражается в удобстве режима работы учреждения, в обеспечении комфортности, и в качестве обслуживания в целом. Оценка компетентности и профессионализма сотрудников учреждения высокая.</w:t>
      </w:r>
    </w:p>
    <w:p w:rsidR="00FF130A" w:rsidRDefault="00FF130A" w:rsidP="00FB0618">
      <w:pPr>
        <w:widowControl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130A" w:rsidRPr="00FB0618" w:rsidRDefault="00FF130A" w:rsidP="00FB0618">
      <w:pPr>
        <w:widowControl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130A" w:rsidRPr="00FB0618" w:rsidRDefault="00FF130A" w:rsidP="00FB0618">
      <w:pPr>
        <w:widowControl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130A" w:rsidRPr="00FB0618" w:rsidRDefault="00FF130A" w:rsidP="00FB0618">
      <w:pPr>
        <w:widowControl w:val="0"/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FB0618">
        <w:rPr>
          <w:rFonts w:ascii="Times New Roman" w:hAnsi="Times New Roman" w:cs="Times New Roman"/>
          <w:sz w:val="26"/>
          <w:szCs w:val="26"/>
        </w:rPr>
        <w:t>Начальник муниципального казённого</w:t>
      </w:r>
    </w:p>
    <w:p w:rsidR="00FF130A" w:rsidRPr="00FB0618" w:rsidRDefault="00FF130A" w:rsidP="00FB0618">
      <w:pPr>
        <w:widowControl w:val="0"/>
        <w:tabs>
          <w:tab w:val="left" w:pos="7560"/>
        </w:tabs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FB0618">
        <w:rPr>
          <w:rFonts w:ascii="Times New Roman" w:hAnsi="Times New Roman" w:cs="Times New Roman"/>
          <w:sz w:val="26"/>
          <w:szCs w:val="26"/>
        </w:rPr>
        <w:t>учреждения «Управление культуры</w:t>
      </w:r>
    </w:p>
    <w:p w:rsidR="00FF130A" w:rsidRPr="00FB0618" w:rsidRDefault="00FF130A" w:rsidP="00FB0618">
      <w:pPr>
        <w:widowControl w:val="0"/>
        <w:tabs>
          <w:tab w:val="left" w:pos="7839"/>
        </w:tabs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FB0618">
        <w:rPr>
          <w:rFonts w:ascii="Times New Roman" w:hAnsi="Times New Roman" w:cs="Times New Roman"/>
          <w:sz w:val="26"/>
          <w:szCs w:val="26"/>
        </w:rPr>
        <w:t>Дальнереченского городского округа»</w:t>
      </w:r>
      <w:r w:rsidRPr="00FB0618">
        <w:rPr>
          <w:rFonts w:ascii="Times New Roman" w:hAnsi="Times New Roman" w:cs="Times New Roman"/>
          <w:sz w:val="26"/>
          <w:szCs w:val="26"/>
        </w:rPr>
        <w:tab/>
        <w:t>Т.В. Мельничук</w:t>
      </w:r>
    </w:p>
    <w:p w:rsidR="00FF130A" w:rsidRPr="00FB0618" w:rsidRDefault="00FF130A" w:rsidP="00FB0618">
      <w:pPr>
        <w:widowControl w:val="0"/>
        <w:tabs>
          <w:tab w:val="left" w:pos="7839"/>
        </w:tabs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FF130A" w:rsidRPr="00FB0618" w:rsidRDefault="00FF130A" w:rsidP="00FB0618">
      <w:pPr>
        <w:widowControl w:val="0"/>
        <w:tabs>
          <w:tab w:val="left" w:pos="7839"/>
        </w:tabs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FF130A" w:rsidRPr="00FB0618" w:rsidRDefault="00FF130A" w:rsidP="00FB0618">
      <w:pPr>
        <w:widowControl w:val="0"/>
        <w:tabs>
          <w:tab w:val="left" w:pos="7839"/>
        </w:tabs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FF130A" w:rsidRPr="00FB0618" w:rsidRDefault="00FF130A" w:rsidP="00FB0618">
      <w:pPr>
        <w:widowControl w:val="0"/>
        <w:tabs>
          <w:tab w:val="left" w:pos="7839"/>
        </w:tabs>
        <w:spacing w:after="0" w:line="2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FB0618">
        <w:rPr>
          <w:rFonts w:ascii="Times New Roman" w:hAnsi="Times New Roman" w:cs="Times New Roman"/>
          <w:sz w:val="20"/>
          <w:szCs w:val="20"/>
        </w:rPr>
        <w:t>Д.А. Асриян</w:t>
      </w:r>
    </w:p>
    <w:p w:rsidR="00FF130A" w:rsidRPr="00FB0618" w:rsidRDefault="00FF130A" w:rsidP="00FB0618">
      <w:pPr>
        <w:widowControl w:val="0"/>
        <w:tabs>
          <w:tab w:val="left" w:pos="7839"/>
        </w:tabs>
        <w:spacing w:after="0" w:line="20" w:lineRule="atLeast"/>
        <w:jc w:val="both"/>
        <w:rPr>
          <w:rFonts w:ascii="Times New Roman" w:hAnsi="Times New Roman" w:cs="Times New Roman"/>
        </w:rPr>
      </w:pPr>
      <w:r w:rsidRPr="00FB0618">
        <w:rPr>
          <w:rFonts w:ascii="Times New Roman" w:hAnsi="Times New Roman" w:cs="Times New Roman"/>
          <w:sz w:val="20"/>
          <w:szCs w:val="20"/>
        </w:rPr>
        <w:t>8(42356)25458</w:t>
      </w:r>
    </w:p>
    <w:sectPr w:rsidR="00FF130A" w:rsidRPr="00FB0618" w:rsidSect="002208FF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C334A"/>
    <w:multiLevelType w:val="hybridMultilevel"/>
    <w:tmpl w:val="B27260AA"/>
    <w:lvl w:ilvl="0" w:tplc="C8645C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52E"/>
    <w:rsid w:val="00041757"/>
    <w:rsid w:val="000618C7"/>
    <w:rsid w:val="000A471C"/>
    <w:rsid w:val="000B752E"/>
    <w:rsid w:val="001314C0"/>
    <w:rsid w:val="0016173A"/>
    <w:rsid w:val="001B2C31"/>
    <w:rsid w:val="002208FF"/>
    <w:rsid w:val="00340833"/>
    <w:rsid w:val="003B4DA8"/>
    <w:rsid w:val="00422497"/>
    <w:rsid w:val="00432EBA"/>
    <w:rsid w:val="00443C91"/>
    <w:rsid w:val="004C256B"/>
    <w:rsid w:val="005F4DE5"/>
    <w:rsid w:val="00691734"/>
    <w:rsid w:val="006C2A64"/>
    <w:rsid w:val="006D0111"/>
    <w:rsid w:val="006E3170"/>
    <w:rsid w:val="006F0BAB"/>
    <w:rsid w:val="007319C3"/>
    <w:rsid w:val="00854411"/>
    <w:rsid w:val="008E3128"/>
    <w:rsid w:val="009218AC"/>
    <w:rsid w:val="00944097"/>
    <w:rsid w:val="009631B1"/>
    <w:rsid w:val="009938EE"/>
    <w:rsid w:val="00A21E84"/>
    <w:rsid w:val="00A252D7"/>
    <w:rsid w:val="00A56865"/>
    <w:rsid w:val="00A8502B"/>
    <w:rsid w:val="00A93D96"/>
    <w:rsid w:val="00B4431E"/>
    <w:rsid w:val="00B45046"/>
    <w:rsid w:val="00B679C4"/>
    <w:rsid w:val="00B94714"/>
    <w:rsid w:val="00C431C7"/>
    <w:rsid w:val="00CD62AC"/>
    <w:rsid w:val="00CF0287"/>
    <w:rsid w:val="00CF05BD"/>
    <w:rsid w:val="00CF5A9F"/>
    <w:rsid w:val="00D2563F"/>
    <w:rsid w:val="00D567C2"/>
    <w:rsid w:val="00D81E49"/>
    <w:rsid w:val="00E177D4"/>
    <w:rsid w:val="00E74EEB"/>
    <w:rsid w:val="00EF5995"/>
    <w:rsid w:val="00F454EE"/>
    <w:rsid w:val="00FB0618"/>
    <w:rsid w:val="00FD028A"/>
    <w:rsid w:val="00FE2CB5"/>
    <w:rsid w:val="00FF1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52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B752E"/>
    <w:pPr>
      <w:spacing w:after="0" w:line="240" w:lineRule="auto"/>
      <w:ind w:left="720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165</TotalTime>
  <Pages>3</Pages>
  <Words>608</Words>
  <Characters>3470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2014-04-29T06:44:00Z</dcterms:created>
  <dcterms:modified xsi:type="dcterms:W3CDTF">2014-04-30T06:50:00Z</dcterms:modified>
</cp:coreProperties>
</file>